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70EE264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>Příloha č.</w:t>
      </w:r>
      <w:r w:rsidR="006D72E8">
        <w:rPr>
          <w:lang w:eastAsia="cs-CZ"/>
        </w:rPr>
        <w:t xml:space="preserve"> 11</w:t>
      </w:r>
      <w:r w:rsidR="00977055" w:rsidRPr="00B62A54">
        <w:rPr>
          <w:lang w:eastAsia="cs-CZ"/>
        </w:rPr>
        <w:t xml:space="preserve"> </w:t>
      </w:r>
      <w:r w:rsidR="006D72E8">
        <w:rPr>
          <w:lang w:eastAsia="cs-CZ"/>
        </w:rPr>
        <w:t>Zadávací dokumentace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6D72E8">
        <w:rPr>
          <w:rStyle w:val="Siln"/>
          <w:highlight w:val="green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6D72E8">
        <w:rPr>
          <w:highlight w:val="green"/>
        </w:rPr>
        <w:t xml:space="preserve"> </w:t>
      </w:r>
      <w:r w:rsidRPr="006D72E8">
        <w:rPr>
          <w:rStyle w:val="Siln"/>
          <w:highlight w:val="green"/>
        </w:rPr>
        <w:t>[DOPLNÍ DODAVATEL]</w:t>
      </w:r>
    </w:p>
    <w:p w14:paraId="7C4B2CD9" w14:textId="7BA4D5EF" w:rsidR="009348E2" w:rsidRDefault="006D72E8" w:rsidP="00426C2A">
      <w:pPr>
        <w:pStyle w:val="aodst"/>
      </w:pPr>
      <w:r>
        <w:t>Rodné p</w:t>
      </w:r>
      <w:r w:rsidR="009348E2">
        <w:t xml:space="preserve">říjmení: </w:t>
      </w:r>
      <w:r w:rsidR="009348E2" w:rsidRPr="006D72E8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6D72E8">
        <w:rPr>
          <w:rStyle w:val="Siln"/>
          <w:highlight w:val="green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6D72E8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6D72E8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6D72E8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4895BF50" w14:textId="77777777" w:rsidR="006D72E8" w:rsidRPr="00A07A54" w:rsidRDefault="006D72E8" w:rsidP="006D72E8">
      <w:pPr>
        <w:pStyle w:val="aodst"/>
      </w:pPr>
      <w:r w:rsidRPr="00A07A54">
        <w:t xml:space="preserve">Osoba </w:t>
      </w:r>
      <w:r w:rsidRPr="006D72E8">
        <w:rPr>
          <w:highlight w:val="green"/>
        </w:rPr>
        <w:t>je / není</w:t>
      </w:r>
      <w:r w:rsidRPr="00A07A54">
        <w:t xml:space="preserve"> </w:t>
      </w:r>
      <w:r w:rsidRPr="006D72E8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6D72E8">
        <w:rPr>
          <w:rStyle w:val="Siln"/>
          <w:highlight w:val="green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6D72E8" w:rsidRDefault="009348E2" w:rsidP="00426C2A">
            <w:pPr>
              <w:rPr>
                <w:rStyle w:val="Siln"/>
                <w:highlight w:val="green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6D72E8" w:rsidRDefault="009348E2" w:rsidP="00426C2A">
            <w:pPr>
              <w:rPr>
                <w:rStyle w:val="Siln"/>
                <w:highlight w:val="green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</w:tbl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6D72E8" w:rsidRDefault="009348E2" w:rsidP="00426C2A">
            <w:pPr>
              <w:rPr>
                <w:rStyle w:val="Siln"/>
                <w:highlight w:val="green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6D72E8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B9ECE" w14:textId="77777777" w:rsidR="002716EB" w:rsidRDefault="002716EB" w:rsidP="00962258">
      <w:pPr>
        <w:spacing w:after="0" w:line="240" w:lineRule="auto"/>
      </w:pPr>
      <w:r>
        <w:separator/>
      </w:r>
    </w:p>
  </w:endnote>
  <w:endnote w:type="continuationSeparator" w:id="0">
    <w:p w14:paraId="0EA11BBB" w14:textId="77777777" w:rsidR="002716EB" w:rsidRDefault="002716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72542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B893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E70C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32524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003C9" w14:textId="77777777" w:rsidR="002716EB" w:rsidRDefault="002716EB" w:rsidP="00962258">
      <w:pPr>
        <w:spacing w:after="0" w:line="240" w:lineRule="auto"/>
      </w:pPr>
      <w:r>
        <w:separator/>
      </w:r>
    </w:p>
  </w:footnote>
  <w:footnote w:type="continuationSeparator" w:id="0">
    <w:p w14:paraId="17331B7D" w14:textId="77777777" w:rsidR="002716EB" w:rsidRDefault="002716EB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716EB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744FD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09C0"/>
    <w:rsid w:val="006B3D79"/>
    <w:rsid w:val="006D72E8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0E5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314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3</cp:revision>
  <cp:lastPrinted>2020-07-15T06:29:00Z</cp:lastPrinted>
  <dcterms:created xsi:type="dcterms:W3CDTF">2025-05-18T13:58:00Z</dcterms:created>
  <dcterms:modified xsi:type="dcterms:W3CDTF">2025-05-18T14:01:00Z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